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EA2" w:rsidRDefault="004A0EA2" w:rsidP="00770B40">
      <w:pPr>
        <w:pStyle w:val="List1"/>
        <w:numPr>
          <w:ilvl w:val="0"/>
          <w:numId w:val="0"/>
        </w:numPr>
        <w:ind w:left="567" w:hanging="567"/>
        <w:jc w:val="center"/>
        <w:rPr>
          <w:b/>
          <w:sz w:val="36"/>
          <w:szCs w:val="36"/>
          <w:lang w:val="en-GB"/>
        </w:rPr>
      </w:pPr>
    </w:p>
    <w:p w:rsidR="004A0EA2" w:rsidRDefault="004A0EA2" w:rsidP="00770B40">
      <w:pPr>
        <w:pStyle w:val="List1"/>
        <w:numPr>
          <w:ilvl w:val="0"/>
          <w:numId w:val="0"/>
        </w:numPr>
        <w:ind w:left="567" w:hanging="567"/>
        <w:jc w:val="center"/>
        <w:rPr>
          <w:b/>
          <w:sz w:val="36"/>
          <w:szCs w:val="36"/>
          <w:lang w:val="en-GB"/>
        </w:rPr>
      </w:pPr>
    </w:p>
    <w:p w:rsidR="004A0EA2" w:rsidRDefault="004A0EA2" w:rsidP="00770B40">
      <w:pPr>
        <w:pStyle w:val="List1"/>
        <w:numPr>
          <w:ilvl w:val="0"/>
          <w:numId w:val="0"/>
        </w:numPr>
        <w:ind w:left="567" w:hanging="567"/>
        <w:jc w:val="center"/>
        <w:rPr>
          <w:b/>
          <w:sz w:val="36"/>
          <w:szCs w:val="36"/>
          <w:lang w:val="en-GB"/>
        </w:rPr>
      </w:pPr>
    </w:p>
    <w:p w:rsidR="00770B40" w:rsidRDefault="004A0EA2" w:rsidP="00770B40">
      <w:pPr>
        <w:pStyle w:val="List1"/>
        <w:numPr>
          <w:ilvl w:val="0"/>
          <w:numId w:val="0"/>
        </w:numPr>
        <w:ind w:left="567" w:hanging="567"/>
        <w:jc w:val="center"/>
        <w:rPr>
          <w:b/>
          <w:sz w:val="36"/>
          <w:szCs w:val="36"/>
          <w:lang w:val="en-GB"/>
        </w:rPr>
      </w:pPr>
      <w:bookmarkStart w:id="0" w:name="_GoBack"/>
      <w:bookmarkEnd w:id="0"/>
      <w:r>
        <w:rPr>
          <w:b/>
          <w:sz w:val="36"/>
          <w:szCs w:val="36"/>
          <w:lang w:val="en-GB"/>
        </w:rPr>
        <w:t>Liaison note to IMO Correspondence Group</w:t>
      </w:r>
      <w:r w:rsidR="00770B40" w:rsidRPr="00770B40">
        <w:rPr>
          <w:b/>
          <w:sz w:val="36"/>
          <w:szCs w:val="36"/>
          <w:lang w:val="en-GB"/>
        </w:rPr>
        <w:t xml:space="preserve"> </w:t>
      </w:r>
    </w:p>
    <w:p w:rsidR="00770B40" w:rsidRDefault="00770B40" w:rsidP="00770B40">
      <w:pPr>
        <w:pStyle w:val="List1"/>
        <w:numPr>
          <w:ilvl w:val="0"/>
          <w:numId w:val="0"/>
        </w:numPr>
        <w:ind w:left="567" w:hanging="567"/>
        <w:jc w:val="center"/>
        <w:rPr>
          <w:b/>
          <w:sz w:val="36"/>
          <w:szCs w:val="36"/>
          <w:lang w:val="en-GB"/>
        </w:rPr>
      </w:pPr>
      <w:proofErr w:type="gramStart"/>
      <w:r w:rsidRPr="00770B40">
        <w:rPr>
          <w:b/>
          <w:sz w:val="36"/>
          <w:szCs w:val="36"/>
          <w:lang w:val="en-GB"/>
        </w:rPr>
        <w:t>on</w:t>
      </w:r>
      <w:proofErr w:type="gramEnd"/>
      <w:r w:rsidRPr="00770B40">
        <w:rPr>
          <w:b/>
          <w:sz w:val="36"/>
          <w:szCs w:val="36"/>
          <w:lang w:val="en-GB"/>
        </w:rPr>
        <w:t xml:space="preserve"> </w:t>
      </w:r>
    </w:p>
    <w:p w:rsidR="00047ACC" w:rsidRPr="00770B40" w:rsidRDefault="00770B40" w:rsidP="00770B40">
      <w:pPr>
        <w:pStyle w:val="List1"/>
        <w:numPr>
          <w:ilvl w:val="0"/>
          <w:numId w:val="0"/>
        </w:numPr>
        <w:ind w:left="567" w:hanging="567"/>
        <w:jc w:val="center"/>
        <w:rPr>
          <w:b/>
          <w:sz w:val="36"/>
          <w:szCs w:val="36"/>
          <w:lang w:val="en-GB"/>
        </w:rPr>
      </w:pPr>
      <w:proofErr w:type="gramStart"/>
      <w:r w:rsidRPr="00770B40">
        <w:rPr>
          <w:b/>
          <w:sz w:val="36"/>
          <w:szCs w:val="36"/>
          <w:lang w:val="en-GB"/>
        </w:rPr>
        <w:t>e-navigation</w:t>
      </w:r>
      <w:proofErr w:type="gramEnd"/>
      <w:r w:rsidRPr="00770B40">
        <w:rPr>
          <w:b/>
          <w:sz w:val="36"/>
          <w:szCs w:val="36"/>
          <w:lang w:val="en-GB"/>
        </w:rPr>
        <w:t xml:space="preserve"> roadmap &amp; key dates</w:t>
      </w:r>
    </w:p>
    <w:p w:rsidR="00770B40" w:rsidRDefault="00770B40" w:rsidP="00047ACC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p w:rsidR="00EC5CDC" w:rsidRDefault="00EC5CDC" w:rsidP="00047ACC">
      <w:pPr>
        <w:pStyle w:val="List1"/>
        <w:numPr>
          <w:ilvl w:val="0"/>
          <w:numId w:val="0"/>
        </w:numPr>
        <w:ind w:left="567" w:hanging="567"/>
        <w:rPr>
          <w:highlight w:val="yellow"/>
          <w:lang w:val="en-GB"/>
        </w:rPr>
      </w:pPr>
    </w:p>
    <w:p w:rsidR="00EC5CDC" w:rsidRPr="00EC5CDC" w:rsidRDefault="00EC5CDC" w:rsidP="00EA79D5">
      <w:pPr>
        <w:pStyle w:val="List1"/>
        <w:numPr>
          <w:ilvl w:val="0"/>
          <w:numId w:val="0"/>
        </w:numPr>
        <w:rPr>
          <w:color w:val="FF0000"/>
          <w:highlight w:val="yellow"/>
          <w:lang w:val="en-GB"/>
        </w:rPr>
        <w:sectPr w:rsidR="00EC5CDC" w:rsidRPr="00EC5CDC" w:rsidSect="00E817B4">
          <w:headerReference w:type="default" r:id="rId9"/>
          <w:pgSz w:w="11900" w:h="16840" w:code="8"/>
          <w:pgMar w:top="567" w:right="851" w:bottom="567" w:left="851" w:header="567" w:footer="567" w:gutter="0"/>
          <w:cols w:space="708"/>
          <w:docGrid w:linePitch="360"/>
        </w:sectPr>
      </w:pPr>
    </w:p>
    <w:p w:rsidR="00103E8E" w:rsidRPr="00103E8E" w:rsidRDefault="00103E8E" w:rsidP="00103E8E">
      <w:pPr>
        <w:jc w:val="center"/>
        <w:rPr>
          <w:rFonts w:eastAsia="Calibri" w:cs="Arial"/>
          <w:b/>
          <w:bCs/>
          <w:szCs w:val="22"/>
        </w:rPr>
      </w:pPr>
      <w:r w:rsidRPr="00103E8E">
        <w:rPr>
          <w:rFonts w:eastAsia="Calibri" w:cs="Arial"/>
          <w:b/>
          <w:bCs/>
          <w:szCs w:val="22"/>
        </w:rPr>
        <w:lastRenderedPageBreak/>
        <w:t>ANNEX</w:t>
      </w:r>
      <w:r w:rsidR="00F36439">
        <w:rPr>
          <w:rFonts w:eastAsia="Calibri" w:cs="Arial"/>
          <w:b/>
          <w:bCs/>
          <w:szCs w:val="22"/>
        </w:rPr>
        <w:t xml:space="preserve"> B</w:t>
      </w:r>
    </w:p>
    <w:p w:rsidR="00103E8E" w:rsidRPr="00103E8E" w:rsidRDefault="00103E8E" w:rsidP="00103E8E">
      <w:pPr>
        <w:spacing w:line="276" w:lineRule="auto"/>
        <w:jc w:val="center"/>
        <w:rPr>
          <w:rFonts w:eastAsia="Calibri" w:cs="Arial"/>
          <w:b/>
          <w:bCs/>
          <w:szCs w:val="22"/>
        </w:rPr>
      </w:pPr>
      <w:r w:rsidRPr="00103E8E">
        <w:rPr>
          <w:rFonts w:eastAsia="Calibri" w:cs="Arial"/>
          <w:b/>
          <w:bCs/>
          <w:szCs w:val="22"/>
        </w:rPr>
        <w:t>A Roadmap for e-Navigation</w:t>
      </w:r>
    </w:p>
    <w:p w:rsidR="00103E8E" w:rsidRPr="00103E8E" w:rsidRDefault="00622DA6" w:rsidP="00103E8E">
      <w:pPr>
        <w:spacing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44" o:spid="_x0000_s1123" type="#_x0000_t13" style="position:absolute;margin-left:703.4pt;margin-top:-.25pt;width:346.85pt;height:45pt;z-index:2516710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" adj="20831" fillcolor="#4f81bd" strokecolor="#243f60" strokeweight="2pt">
            <v:textbox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</w:rPr>
                    <w:t xml:space="preserve">Electronic Charts for other vessels </w:t>
                  </w:r>
                </w:p>
              </w:txbxContent>
            </v:textbox>
          </v:shape>
        </w:pict>
      </w:r>
    </w:p>
    <w:p w:rsidR="00103E8E" w:rsidRPr="00103E8E" w:rsidRDefault="00622DA6" w:rsidP="00103E8E">
      <w:pPr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Right Arrow 13" o:spid="_x0000_s1099" type="#_x0000_t13" style="position:absolute;margin-left:277.2pt;margin-top:3.4pt;width:429pt;height:92.25pt;z-index:2516300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" adj="19571" fillcolor="#4f81bd" strokecolor="#243f60" strokeweight="2pt">
            <v:textbox>
              <w:txbxContent>
                <w:p w:rsidR="00103E8E" w:rsidRPr="0052715A" w:rsidRDefault="00103E8E" w:rsidP="00103E8E">
                  <w:pPr>
                    <w:pStyle w:val="NormalWeb"/>
                    <w:jc w:val="center"/>
                    <w:textAlignment w:val="baseline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 xml:space="preserve">Standard default </w:t>
                  </w:r>
                  <w:proofErr w:type="gramStart"/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>settings,</w:t>
                  </w:r>
                  <w:proofErr w:type="gramEnd"/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 xml:space="preserve"> save/recall settings, S-mode and define resiliency for</w:t>
                  </w:r>
                  <w:r w:rsidRPr="0071330E">
                    <w:rPr>
                      <w:rFonts w:ascii="Calibri" w:hAnsi="Calibri" w:cs="Calibri"/>
                      <w:color w:val="FFFFFF"/>
                      <w:kern w:val="24"/>
                    </w:rPr>
                    <w:t xml:space="preserve"> INS/BES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Right Arrow 14" o:spid="_x0000_s1100" type="#_x0000_t13" style="position:absolute;margin-left:68.2pt;margin-top:10.35pt;width:214pt;height:80.9pt;z-index:2516311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" adj="18302" fillcolor="#4f81bd" strokecolor="#243f60" strokeweight="2pt">
            <v:textbox>
              <w:txbxContent>
                <w:p w:rsidR="00103E8E" w:rsidRDefault="00103E8E" w:rsidP="00103E8E">
                  <w:pPr>
                    <w:pStyle w:val="NormalWeb"/>
                    <w:jc w:val="center"/>
                    <w:textAlignment w:val="baseline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 xml:space="preserve">Develop Concepts for default </w:t>
                  </w:r>
                  <w:proofErr w:type="gramStart"/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>settings</w:t>
                  </w:r>
                  <w:r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 xml:space="preserve"> </w:t>
                  </w: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 xml:space="preserve"> /</w:t>
                  </w:r>
                  <w:proofErr w:type="gramEnd"/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 xml:space="preserve"> S-Mode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rect id="Rectangle 15" o:spid="_x0000_s1084" style="position:absolute;margin-left:-37.15pt;margin-top:16.9pt;width:106.9pt;height:28.15pt;rotation:-90;z-index:2516321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" strokecolor="#f79646" strokeweight="2pt">
            <v:textbox style="layout-flow:vertical;mso-layout-flow-alt:bottom-to-top"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r>
                    <w:rPr>
                      <w:rFonts w:ascii="Calibri" w:hAnsi="Calibri"/>
                      <w:color w:val="000000"/>
                      <w:kern w:val="24"/>
                    </w:rPr>
                    <w:t>Bridge Equip</w:t>
                  </w:r>
                </w:p>
              </w:txbxContent>
            </v:textbox>
          </v:rect>
        </w:pict>
      </w:r>
    </w:p>
    <w:p w:rsidR="00103E8E" w:rsidRPr="00103E8E" w:rsidRDefault="00622DA6" w:rsidP="00103E8E">
      <w:pPr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IE" w:eastAsia="en-IE"/>
        </w:rPr>
        <w:pict>
          <v:line id="Line 11" o:spid="_x0000_s1092" style="position:absolute;z-index:251633152;visibility:visible" from="920.2pt,-47.85pt" to="925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" strokeweight="3pt">
            <v:stroke dashstyle="1 1"/>
          </v:lin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line id="Straight Connector 39" o:spid="_x0000_s1089" style="position:absolute;z-index:251634176;visibility:visible" from="700.2pt,-50.85pt" to="706.2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" strokeweight="3pt"/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line id="Line 9" o:spid="_x0000_s1090" style="position:absolute;z-index:251635200;visibility:visible" from="482.2pt,-44.85pt" to="487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" strokeweight="3pt">
            <v:stroke dashstyle="1 1"/>
          </v:lin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line id="Straight Connector 35" o:spid="_x0000_s1088" style="position:absolute;z-index:251636224;visibility:visible" from="277.2pt,-47.85pt" to="282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" strokeweight="3pt"/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line id="Line 10" o:spid="_x0000_s1091" style="position:absolute;z-index:251637248;visibility:visible" from="68.2pt,-49.85pt" to="78.2pt,7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" strokeweight="3pt">
            <v:stroke dashstyle="1 1"/>
          </v:lin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Right Arrow 7" o:spid="_x0000_s1098" type="#_x0000_t13" style="position:absolute;margin-left:68.2pt;margin-top:-49.85pt;width:632pt;height:45pt;z-index:2516382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" adj="20831" fillcolor="#0070c0" strokecolor="#17365d" strokeweight="2pt">
            <v:textbox>
              <w:txbxContent>
                <w:p w:rsidR="00103E8E" w:rsidRPr="004D5FCC" w:rsidRDefault="00103E8E" w:rsidP="00103E8E">
                  <w:pPr>
                    <w:pStyle w:val="NormalWeb"/>
                    <w:jc w:val="center"/>
                    <w:rPr>
                      <w:b/>
                      <w:bCs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FFFFFF"/>
                      <w:kern w:val="24"/>
                    </w:rPr>
                    <w:t xml:space="preserve">ECDIS Implementation (to 10,000 Ton) </w:t>
                  </w:r>
                </w:p>
              </w:txbxContent>
            </v:textbox>
          </v:shape>
        </w:pict>
      </w:r>
    </w:p>
    <w:p w:rsidR="00103E8E" w:rsidRPr="00103E8E" w:rsidRDefault="00622DA6" w:rsidP="00103E8E">
      <w:pPr>
        <w:tabs>
          <w:tab w:val="left" w:pos="3503"/>
        </w:tabs>
        <w:spacing w:after="200" w:line="276" w:lineRule="auto"/>
        <w:rPr>
          <w:rFonts w:ascii="Calibri" w:eastAsia="Calibri" w:hAnsi="Calibri" w:cs="Calibri"/>
          <w:szCs w:val="22"/>
        </w:rPr>
        <w:sectPr w:rsidR="00103E8E" w:rsidRPr="00103E8E" w:rsidSect="00590D10">
          <w:headerReference w:type="default" r:id="rId10"/>
          <w:pgSz w:w="23814" w:h="16839" w:orient="landscape" w:code="8"/>
          <w:pgMar w:top="851" w:right="567" w:bottom="851" w:left="567" w:header="567" w:footer="567" w:gutter="0"/>
          <w:cols w:space="708"/>
          <w:docGrid w:linePitch="360"/>
        </w:sectPr>
      </w:pP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AutoShape 37" o:spid="_x0000_s1116" type="#_x0000_t13" style="position:absolute;margin-left:282.8pt;margin-top:-.5pt;width:649.4pt;height:56.25pt;z-index:2516638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" adj="18761" fillcolor="#4f81bd" strokecolor="#243f60" strokeweight="2pt">
            <v:textbox>
              <w:txbxContent>
                <w:p w:rsidR="00103E8E" w:rsidRDefault="00103E8E" w:rsidP="00103E8E">
                  <w:pPr>
                    <w:pStyle w:val="NormalWeb"/>
                    <w:jc w:val="center"/>
                    <w:textAlignment w:val="baseline"/>
                  </w:pPr>
                  <w:proofErr w:type="spellStart"/>
                  <w:proofErr w:type="gramStart"/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>eNav</w:t>
                  </w:r>
                  <w:proofErr w:type="spellEnd"/>
                  <w:proofErr w:type="gramEnd"/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 xml:space="preserve"> INS/BES Availability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4" o:spid="_x0000_s1114" type="#_x0000_t202" style="position:absolute;margin-left:779.25pt;margin-top:713pt;width:28.5pt;height:22.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" fillcolor="#c9f">
            <v:textbox>
              <w:txbxContent>
                <w:p w:rsidR="00103E8E" w:rsidRPr="00B36FBC" w:rsidRDefault="00103E8E" w:rsidP="00103E8E">
                  <w:pPr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WRC</w:t>
                  </w:r>
                </w:p>
                <w:p w:rsidR="00103E8E" w:rsidRPr="00B36FBC" w:rsidRDefault="00103E8E" w:rsidP="00103E8E">
                  <w:pPr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2018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rect id="Rechthoek 51" o:spid="_x0000_s1083" style="position:absolute;margin-left:-63.8pt;margin-top:102.7pt;width:1192pt;height:187pt;z-index:2516392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" fillcolor="#ddd8c2" stroked="f" strokeweight="2pt"/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TextBox 6" o:spid="_x0000_s1103" type="#_x0000_t202" style="position:absolute;margin-left:891.75pt;margin-top:592.05pt;width:61.85pt;height:24.3pt;z-index:251640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" fillcolor="#c6d9f1" stroked="f">
            <v:textbox>
              <w:txbxContent>
                <w:p w:rsidR="00103E8E" w:rsidRPr="00DE1EC5" w:rsidRDefault="00103E8E" w:rsidP="00103E8E">
                  <w:pPr>
                    <w:pStyle w:val="NormalWeb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71330E">
                    <w:rPr>
                      <w:rFonts w:ascii="Calibri" w:eastAsia="MS PGothic" w:hAnsi="Calibri" w:cs="Calibri"/>
                      <w:color w:val="000000"/>
                      <w:kern w:val="24"/>
                      <w:sz w:val="28"/>
                      <w:szCs w:val="28"/>
                    </w:rPr>
                    <w:t>2020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TextBox 5" o:spid="_x0000_s1104" type="#_x0000_t202" style="position:absolute;margin-left:671.5pt;margin-top:590.05pt;width:61.85pt;height:24.3pt;z-index:251641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" fillcolor="#c6d9f1" stroked="f">
            <v:textbox>
              <w:txbxContent>
                <w:p w:rsidR="00103E8E" w:rsidRPr="00DE1EC5" w:rsidRDefault="00103E8E" w:rsidP="00103E8E">
                  <w:pPr>
                    <w:pStyle w:val="NormalWeb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71330E">
                    <w:rPr>
                      <w:rFonts w:ascii="Calibri" w:eastAsia="MS PGothic" w:hAnsi="Calibri" w:cs="Calibri"/>
                      <w:color w:val="000000"/>
                      <w:kern w:val="24"/>
                      <w:sz w:val="28"/>
                      <w:szCs w:val="28"/>
                    </w:rPr>
                    <w:t>2018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TextBox 4" o:spid="_x0000_s1105" type="#_x0000_t202" style="position:absolute;margin-left:456.25pt;margin-top:589.6pt;width:61.85pt;height:24.3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" fillcolor="#c6d9f1" stroked="f">
            <v:textbox>
              <w:txbxContent>
                <w:p w:rsidR="00103E8E" w:rsidRPr="00DE1EC5" w:rsidRDefault="00103E8E" w:rsidP="00103E8E">
                  <w:pPr>
                    <w:pStyle w:val="NormalWeb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71330E">
                    <w:rPr>
                      <w:rFonts w:ascii="Calibri" w:eastAsia="MS PGothic" w:hAnsi="Calibri" w:cs="Calibri"/>
                      <w:color w:val="000000"/>
                      <w:kern w:val="24"/>
                      <w:sz w:val="28"/>
                      <w:szCs w:val="28"/>
                    </w:rPr>
                    <w:t>2016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TextBox 3" o:spid="_x0000_s1106" type="#_x0000_t202" style="position:absolute;margin-left:252.25pt;margin-top:590.1pt;width:61.85pt;height:24.3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" fillcolor="#c6d9f1" stroked="f">
            <v:textbox>
              <w:txbxContent>
                <w:p w:rsidR="00103E8E" w:rsidRPr="00DE1EC5" w:rsidRDefault="00103E8E" w:rsidP="00103E8E">
                  <w:pPr>
                    <w:pStyle w:val="NormalWeb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71330E">
                    <w:rPr>
                      <w:rFonts w:ascii="Calibri" w:eastAsia="MS PGothic" w:hAnsi="Calibri" w:cs="Calibri"/>
                      <w:color w:val="000000"/>
                      <w:kern w:val="24"/>
                      <w:sz w:val="28"/>
                      <w:szCs w:val="28"/>
                    </w:rPr>
                    <w:t>2014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TextBox 12" o:spid="_x0000_s1107" type="#_x0000_t202" style="position:absolute;margin-left:46.5pt;margin-top:590.05pt;width:61.85pt;height:24.3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" fillcolor="#c6d9f1" stroked="f">
            <v:textbox>
              <w:txbxContent>
                <w:p w:rsidR="00103E8E" w:rsidRPr="00DE1EC5" w:rsidRDefault="00103E8E" w:rsidP="00103E8E">
                  <w:pPr>
                    <w:pStyle w:val="NormalWeb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71330E">
                    <w:rPr>
                      <w:rFonts w:ascii="Calibri" w:eastAsia="MS PGothic" w:hAnsi="Calibri" w:cs="Calibri"/>
                      <w:color w:val="000000"/>
                      <w:kern w:val="24"/>
                      <w:sz w:val="28"/>
                      <w:szCs w:val="28"/>
                    </w:rPr>
                    <w:t>2012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line id="Line 14" o:spid="_x0000_s1095" style="position:absolute;z-index:251645440;visibility:visible" from="2.2pt,630.7pt" to="1071.2pt,6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" strokecolor="#00b0f0" strokeweight=".25pt">
            <v:stroke dashstyle="dash"/>
          </v:lin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line id="Line 16" o:spid="_x0000_s1097" style="position:absolute;z-index:251646464;visibility:visible" from="1.2pt,723.7pt" to="1070.2pt,7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" strokecolor="#00b0f0" strokeweight=".25pt">
            <v:stroke dashstyle="dash"/>
          </v:line>
        </w:pict>
      </w:r>
      <w:r w:rsidR="00103E8E" w:rsidRPr="00103E8E">
        <w:rPr>
          <w:rFonts w:ascii="Calibri" w:eastAsia="Calibri" w:hAnsi="Calibri" w:cs="Calibri"/>
          <w:szCs w:val="22"/>
        </w:rPr>
        <w:tab/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Right Arrow 24" o:spid="_x0000_s1115" type="#_x0000_t13" style="position:absolute;margin-left:188.3pt;margin-top:131.9pt;width:731.9pt;height:45.65pt;z-index:2516628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" adj="20781,3762" fillcolor="#c6d9f1" strokecolor="#243f60" strokeweight="2pt">
            <v:textbox>
              <w:txbxContent>
                <w:p w:rsidR="00103E8E" w:rsidRPr="0071330E" w:rsidRDefault="00103E8E" w:rsidP="00103E8E">
                  <w:pPr>
                    <w:pStyle w:val="NormalWeb"/>
                    <w:jc w:val="center"/>
                    <w:rPr>
                      <w:b/>
                      <w:bCs/>
                      <w:color w:val="000000"/>
                    </w:rPr>
                  </w:pPr>
                  <w:r w:rsidRPr="00BC60F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VDES development / implementation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AutoShape 28" o:spid="_x0000_s1109" type="#_x0000_t13" style="position:absolute;margin-left:733.35pt;margin-top:218.75pt;width:337.85pt;height:47pt;z-index:2516474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" adj="20793" fillcolor="#c6d9f1" strokecolor="#243f60" strokeweight="2pt">
            <v:textbox>
              <w:txbxContent>
                <w:p w:rsidR="00103E8E" w:rsidRPr="0071330E" w:rsidRDefault="00103E8E" w:rsidP="00103E8E">
                  <w:pPr>
                    <w:pStyle w:val="NormalWeb"/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Modernization of</w:t>
                  </w: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GMDSS 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AutoShape 31" o:spid="_x0000_s1111" type="#_x0000_t13" style="position:absolute;margin-left:149.25pt;margin-top:164.35pt;width:550.95pt;height:71.95pt;z-index:2516587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" adj="20513" fillcolor="#c6d9f1" strokecolor="#243f60" strokeweight="2pt">
            <v:textbox>
              <w:txbxContent>
                <w:p w:rsidR="00103E8E" w:rsidRPr="0071330E" w:rsidRDefault="00103E8E" w:rsidP="00103E8E">
                  <w:pPr>
                    <w:pStyle w:val="NormalWeb"/>
                    <w:jc w:val="center"/>
                    <w:rPr>
                      <w:b/>
                      <w:bCs/>
                      <w:color w:val="000000"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Identification/development other communications methods/systems/applications</w:t>
                  </w:r>
                  <w:r>
                    <w:rPr>
                      <w:rFonts w:ascii="Calibri" w:hAnsi="Calibri" w:cs="Calibri" w:hint="eastAsia"/>
                      <w:b/>
                      <w:bCs/>
                      <w:color w:val="000000"/>
                      <w:kern w:val="24"/>
                      <w:sz w:val="28"/>
                      <w:szCs w:val="28"/>
                      <w:lang w:eastAsia="ja-JP"/>
                    </w:rPr>
                    <w:br/>
                    <w:t>for</w:t>
                  </w: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 xml:space="preserve"> e-navigation 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AutoShape 32" o:spid="_x0000_s1112" type="#_x0000_t13" style="position:absolute;margin-left:733.35pt;margin-top:176.25pt;width:337.85pt;height:47pt;z-index:2516597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" adj="20467" fillcolor="#c6d9f1" strokecolor="#243f60" strokeweight="2pt">
            <v:textbox>
              <w:txbxContent>
                <w:p w:rsidR="00103E8E" w:rsidRPr="004558A2" w:rsidRDefault="00103E8E" w:rsidP="00103E8E">
                  <w:pPr>
                    <w:pStyle w:val="NormalWeb"/>
                    <w:jc w:val="center"/>
                    <w:rPr>
                      <w:rFonts w:asciiTheme="minorHAnsi" w:hAnsiTheme="minorHAnsi"/>
                      <w:b/>
                      <w:bCs/>
                      <w:color w:val="000000"/>
                      <w:sz w:val="28"/>
                      <w:szCs w:val="28"/>
                      <w:lang w:eastAsia="ja-JP"/>
                    </w:rPr>
                  </w:pPr>
                  <w:r w:rsidRPr="004558A2">
                    <w:rPr>
                      <w:rFonts w:asciiTheme="minorHAnsi" w:hAnsiTheme="minorHAnsi"/>
                      <w:b/>
                      <w:bCs/>
                      <w:color w:val="000000"/>
                      <w:sz w:val="28"/>
                      <w:szCs w:val="28"/>
                      <w:lang w:eastAsia="ja-JP"/>
                    </w:rPr>
                    <w:t>Other e-navigation communication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AutoShape 29" o:spid="_x0000_s1110" type="#_x0000_t13" style="position:absolute;margin-left:73.2pt;margin-top:79.25pt;width:179.05pt;height:72.5pt;z-index:2516485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" adj="20170" fillcolor="#c6d9f1" strokecolor="#243f60" strokeweight="2pt">
            <v:textbox>
              <w:txbxContent>
                <w:p w:rsidR="00103E8E" w:rsidRPr="0071330E" w:rsidRDefault="00103E8E" w:rsidP="00103E8E">
                  <w:pPr>
                    <w:pStyle w:val="NormalWeb"/>
                    <w:ind w:left="422" w:hangingChars="150" w:hanging="422"/>
                    <w:jc w:val="center"/>
                    <w:rPr>
                      <w:b/>
                      <w:bCs/>
                      <w:color w:val="000000"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AIS development / implementation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Right Arrow 22" o:spid="_x0000_s1126" type="#_x0000_t13" style="position:absolute;margin-left:706.2pt;margin-top:365.5pt;width:362.6pt;height:49pt;z-index:2516741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" adj="20028" fillcolor="#f79646" strokecolor="#243f60" strokeweight="2pt">
            <v:textbox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>Single window implementation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AutoShape 49" o:spid="_x0000_s1128" type="#_x0000_t13" style="position:absolute;margin-left:282.15pt;margin-top:364.15pt;width:421.25pt;height:49.35pt;z-index:2516761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" adj="20017" fillcolor="#f79646" strokecolor="#243f60" strokeweight="2pt">
            <v:textbox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>Shore based Single window development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Right Arrow 26" o:spid="_x0000_s1131" type="#_x0000_t13" style="position:absolute;margin-left:700.2pt;margin-top:401.25pt;width:368.95pt;height:44.6pt;z-index:2516792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" adj="20347" fillcolor="#c0504d" strokecolor="#243f60" strokeweight="2pt">
            <v:textbox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>MSP Applications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Right Arrow 25" o:spid="_x0000_s1130" type="#_x0000_t13" style="position:absolute;margin-left:79.1pt;margin-top:398.8pt;width:622pt;height:46.9pt;z-index:2516782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" adj="20342" fillcolor="#c0504d" strokecolor="#243f60" strokeweight="2pt">
            <v:textbox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 xml:space="preserve">Develop MSP 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Text Box 43" o:spid="_x0000_s1122" type="#_x0000_t202" style="position:absolute;margin-left:703.4pt;margin-top:638.65pt;width:59.55pt;height:22.9pt;z-index:2516700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" fillcolor="#c9f">
            <v:textbox>
              <w:txbxContent>
                <w:p w:rsidR="00103E8E" w:rsidRPr="00590D10" w:rsidRDefault="00103E8E" w:rsidP="00103E8E">
                  <w:pPr>
                    <w:jc w:val="center"/>
                    <w:rPr>
                      <w:sz w:val="16"/>
                    </w:rPr>
                  </w:pPr>
                  <w:r w:rsidRPr="00590D10">
                    <w:rPr>
                      <w:sz w:val="16"/>
                    </w:rPr>
                    <w:t>WRC 2018</w:t>
                  </w:r>
                </w:p>
                <w:p w:rsidR="00103E8E" w:rsidRPr="00B36FBC" w:rsidRDefault="00103E8E" w:rsidP="00103E8E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line id="Line 39" o:spid="_x0000_s1118" style="position:absolute;z-index:251665920;visibility:visible;mso-position-horizontal-relative:text;mso-position-vertical-relative:text" from="24.4pt,652.95pt" to="1069.85pt,6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" strokecolor="#00b0f0" strokeweight=".25pt">
            <v:stroke dashstyle="dash"/>
          </v:lin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line id="Line 15" o:spid="_x0000_s1096" style="position:absolute;z-index:251649536;visibility:visible;mso-position-horizontal-relative:text;mso-position-vertical-relative:text" from="25.35pt,624.8pt" to="1070.2pt,6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" strokecolor="#00b0f0" strokeweight=".25pt">
            <v:stroke dashstyle="dash"/>
          </v:lin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Text Box 58" o:spid="_x0000_s1137" type="#_x0000_t202" style="position:absolute;margin-left:308.4pt;margin-top:615.35pt;width:56.15pt;height:28.15pt;z-index:2516853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" fillcolor="#c9f">
            <v:textbox>
              <w:txbxContent>
                <w:p w:rsidR="00103E8E" w:rsidRPr="00CD217C" w:rsidRDefault="00103E8E" w:rsidP="00103E8E">
                  <w:pPr>
                    <w:jc w:val="center"/>
                    <w:rPr>
                      <w:sz w:val="16"/>
                    </w:rPr>
                  </w:pPr>
                  <w:r w:rsidRPr="00CD217C">
                    <w:rPr>
                      <w:sz w:val="16"/>
                    </w:rPr>
                    <w:t xml:space="preserve">IALA </w:t>
                  </w:r>
                  <w:r w:rsidRPr="00CD217C">
                    <w:rPr>
                      <w:sz w:val="16"/>
                    </w:rPr>
                    <w:br/>
                    <w:t>Conference</w:t>
                  </w:r>
                </w:p>
                <w:p w:rsidR="00103E8E" w:rsidRPr="00B36FBC" w:rsidRDefault="00103E8E" w:rsidP="00103E8E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rect id="_x0000_s1132" style="position:absolute;margin-left:-15.7pt;margin-top:32.25pt;width:61.85pt;height:28.15pt;rotation:-90;z-index:2516802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" strokecolor="#f79646" strokeweight="2pt">
            <v:textbox style="layout-flow:vertical;mso-layout-flow-alt:bottom-to-top"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r>
                    <w:rPr>
                      <w:rFonts w:ascii="Calibri" w:hAnsi="Calibri"/>
                      <w:color w:val="000000"/>
                      <w:kern w:val="24"/>
                    </w:rPr>
                    <w:t>PNT</w:t>
                  </w:r>
                </w:p>
              </w:txbxContent>
            </v:textbox>
          </v:rect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Text Box 38" o:spid="_x0000_s1117" type="#_x0000_t202" style="position:absolute;margin-left:-14.65pt;margin-top:626.55pt;width:27pt;height:51.15pt;rotation:-90;z-index:251664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" fillcolor="yellow">
            <v:textbox>
              <w:txbxContent>
                <w:p w:rsidR="00103E8E" w:rsidRPr="00DE1EC5" w:rsidRDefault="00103E8E" w:rsidP="00103E8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WRC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Right Arrow 33" o:spid="_x0000_s1135" type="#_x0000_t13" style="position:absolute;margin-left:75.2pt;margin-top:531.3pt;width:987pt;height:47pt;z-index:2516833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" adj="21046" fillcolor="#4bacc6" strokecolor="#243f60" strokeweight="2pt">
            <v:textbox>
              <w:txbxContent>
                <w:p w:rsidR="00103E8E" w:rsidRPr="007B4DA6" w:rsidRDefault="00103E8E" w:rsidP="00103E8E">
                  <w:pPr>
                    <w:pStyle w:val="NormalWeb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>Review of Legacy Systems (LRIT, Paper Charts, NAVTEX, etc</w:t>
                  </w:r>
                  <w:proofErr w:type="gramStart"/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>..)</w:t>
                  </w:r>
                  <w:proofErr w:type="gramEnd"/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Right Arrow 11" o:spid="_x0000_s1136" type="#_x0000_t13" style="position:absolute;margin-left:78.2pt;margin-top:459.6pt;width:299.85pt;height:109.3pt;z-index:25168435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" adj="15714" fillcolor="red" strokecolor="#243f60" strokeweight="2pt">
            <v:textbox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</w:rPr>
                    <w:t xml:space="preserve">Develop </w:t>
                  </w:r>
                  <w:proofErr w:type="spellStart"/>
                  <w:r w:rsidRPr="0071330E">
                    <w:rPr>
                      <w:rFonts w:ascii="Calibri" w:hAnsi="Calibri" w:cs="Calibri"/>
                      <w:color w:val="FFFFFF"/>
                      <w:kern w:val="24"/>
                    </w:rPr>
                    <w:t>eNav</w:t>
                  </w:r>
                  <w:proofErr w:type="spellEnd"/>
                  <w:r w:rsidRPr="0071330E">
                    <w:rPr>
                      <w:rFonts w:ascii="Calibri" w:hAnsi="Calibri" w:cs="Calibri"/>
                      <w:color w:val="FFFFFF"/>
                      <w:kern w:val="24"/>
                    </w:rPr>
                    <w:t xml:space="preserve"> Implementation Strategy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Right Arrow 32" o:spid="_x0000_s1134" type="#_x0000_t13" style="position:absolute;margin-left:78.2pt;margin-top:489.05pt;width:987pt;height:47pt;z-index:2516823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" adj="21046" fillcolor="#4bacc6" strokecolor="#243f60" strokeweight="2pt">
            <v:textbox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 xml:space="preserve">Review of Regulatory Process  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Right Arrow 31" o:spid="_x0000_s1133" type="#_x0000_t13" style="position:absolute;margin-left:78.2pt;margin-top:442.05pt;width:987pt;height:47pt;z-index:2516812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" adj="21046" fillcolor="#4bacc6" strokecolor="#243f60" strokeweight="2pt">
            <v:textbox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>Review of Competency and training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Text Box 13" o:spid="_x0000_s1094" type="#_x0000_t202" style="position:absolute;margin-left:-13.3pt;margin-top:596.3pt;width:25.2pt;height:52.1pt;rotation:-90;z-index:2516505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" fillcolor="yellow">
            <v:textbox>
              <w:txbxContent>
                <w:p w:rsidR="00103E8E" w:rsidRPr="00DE1EC5" w:rsidRDefault="00103E8E" w:rsidP="00103E8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IALA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Text Box 12" o:spid="_x0000_s1093" type="#_x0000_t202" style="position:absolute;margin-left:-13.7pt;margin-top:566.2pt;width:27pt;height:51.15pt;rotation:-90;z-index:251651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" fillcolor="yellow">
            <v:textbox>
              <w:txbxContent>
                <w:p w:rsidR="00103E8E" w:rsidRPr="00DE1EC5" w:rsidRDefault="00103E8E" w:rsidP="00103E8E">
                  <w:pPr>
                    <w:jc w:val="center"/>
                    <w:rPr>
                      <w:b/>
                      <w:bCs/>
                    </w:rPr>
                  </w:pPr>
                  <w:r w:rsidRPr="00DE1EC5">
                    <w:rPr>
                      <w:b/>
                      <w:bCs/>
                    </w:rPr>
                    <w:t>IMO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rect id="Rectangle 29" o:spid="_x0000_s1087" style="position:absolute;margin-left:-12.9pt;margin-top:406.4pt;width:56.25pt;height:28.1pt;rotation:-90;z-index:2516526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" strokecolor="#f79646" strokeweight="2pt">
            <v:textbox style="layout-flow:vertical;mso-layout-flow-alt:bottom-to-top"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r>
                    <w:rPr>
                      <w:rFonts w:ascii="Calibri" w:hAnsi="Calibri"/>
                      <w:color w:val="000000"/>
                      <w:kern w:val="24"/>
                    </w:rPr>
                    <w:t>MSP</w:t>
                  </w:r>
                </w:p>
              </w:txbxContent>
            </v:textbox>
          </v:rect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rect id="Rectangle 28" o:spid="_x0000_s1086" style="position:absolute;margin-left:-28.75pt;margin-top:305.95pt;width:90pt;height:28.1pt;rotation:-90;z-index:25165363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" strokecolor="#f79646" strokeweight="2pt">
            <v:textbox style="layout-flow:vertical;mso-layout-flow-alt:bottom-to-top"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r>
                    <w:rPr>
                      <w:rFonts w:ascii="Calibri" w:hAnsi="Calibri"/>
                      <w:color w:val="000000"/>
                      <w:kern w:val="24"/>
                    </w:rPr>
                    <w:t>CMDS</w:t>
                  </w:r>
                </w:p>
              </w:txbxContent>
            </v:textbox>
          </v:rect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rect id="Rectangle 19" o:spid="_x0000_s1085" style="position:absolute;margin-left:-21.6pt;margin-top:126pt;width:73.1pt;height:27.5pt;rotation:-90;z-index:2516546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" fillcolor="#c6d9f1" strokecolor="#f79646" strokeweight="2pt">
            <v:textbox style="layout-flow:vertical;mso-layout-flow-alt:bottom-to-top"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proofErr w:type="spellStart"/>
                  <w:r>
                    <w:rPr>
                      <w:rFonts w:ascii="Calibri" w:hAnsi="Calibri"/>
                      <w:color w:val="000000"/>
                      <w:kern w:val="24"/>
                    </w:rPr>
                    <w:t>Comms</w:t>
                  </w:r>
                  <w:proofErr w:type="spellEnd"/>
                </w:p>
              </w:txbxContent>
            </v:textbox>
          </v:rect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Right Arrow 17" o:spid="_x0000_s1102" type="#_x0000_t13" style="position:absolute;margin-left:493.2pt;margin-top:25.45pt;width:577pt;height:61pt;z-index:2516556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" adj="20458" fillcolor="#9bbb59" strokecolor="#243f60" strokeweight="2pt">
            <v:textbox>
              <w:txbxContent>
                <w:p w:rsidR="00103E8E" w:rsidRPr="004C505E" w:rsidRDefault="00103E8E" w:rsidP="00103E8E">
                  <w:pPr>
                    <w:pStyle w:val="NormalWeb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>Implement integrated PNT including WWRNS, resiliency and multi-system receiver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Right Arrow 16" o:spid="_x0000_s1101" type="#_x0000_t13" style="position:absolute;margin-left:74.2pt;margin-top:12.7pt;width:414.6pt;height:87.5pt;z-index:2516567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" adj="20193" fillcolor="#9bbb59" strokecolor="#243f60" strokeweight="2pt">
            <v:textbox>
              <w:txbxContent>
                <w:p w:rsidR="00103E8E" w:rsidRPr="00686674" w:rsidRDefault="00103E8E" w:rsidP="00103E8E">
                  <w:pPr>
                    <w:pStyle w:val="NormalWeb"/>
                    <w:tabs>
                      <w:tab w:val="left" w:pos="0"/>
                    </w:tabs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>Develop integrated PNT including WWRNS, resiliency and multi-system receiver.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AutoShape 50" o:spid="_x0000_s1129" type="#_x0000_t13" style="position:absolute;margin-left:76.05pt;margin-top:316.45pt;width:627.35pt;height:44.7pt;z-index:25167718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" adj="20166" fillcolor="#f79646" strokecolor="#243f60" strokeweight="2pt">
            <v:textbox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 xml:space="preserve">Development of IHO Registry Applications 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Right Arrow 21" o:spid="_x0000_s1125" type="#_x0000_t13" style="position:absolute;margin-left:703.4pt;margin-top:314.9pt;width:365.4pt;height:44.7pt;z-index:2516730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" adj="20166" fillcolor="#f79646" strokecolor="#243f60" strokeweight="2pt">
            <v:textbox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>Implementation of IHO Registry Applications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Right Arrow 27" o:spid="_x0000_s1127" type="#_x0000_t13" style="position:absolute;margin-left:72.85pt;margin-top:264.3pt;width:485.95pt;height:50.6pt;z-index:2516751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" adj="20483" fillcolor="#f79646" strokecolor="#243f60" strokeweight="2pt">
            <v:textbox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>Develop Applications for standard reporting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Right Arrow 20" o:spid="_x0000_s1124" type="#_x0000_t13" style="position:absolute;margin-left:558.8pt;margin-top:264.3pt;width:511.05pt;height:50.6pt;z-index:2516720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" adj="20538" fillcolor="#f79646" strokecolor="#243f60" strokeweight="2pt">
            <v:textbox>
              <w:txbxContent>
                <w:p w:rsidR="00103E8E" w:rsidRDefault="00103E8E" w:rsidP="00103E8E">
                  <w:pPr>
                    <w:pStyle w:val="NormalWeb"/>
                    <w:jc w:val="center"/>
                  </w:pPr>
                  <w:r w:rsidRPr="0071330E">
                    <w:rPr>
                      <w:rFonts w:ascii="Calibri" w:hAnsi="Calibri" w:cs="Calibri"/>
                      <w:color w:val="FFFFFF"/>
                      <w:kern w:val="24"/>
                      <w:sz w:val="28"/>
                      <w:szCs w:val="28"/>
                    </w:rPr>
                    <w:t>Applications for standard reporting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AutoShape 27" o:spid="_x0000_s1108" type="#_x0000_t13" style="position:absolute;margin-left:73.2pt;margin-top:217.3pt;width:627pt;height:47pt;z-index:2516577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" adj="20190" fillcolor="#c6d9f1" strokecolor="#243f60" strokeweight="2pt">
            <v:textbox>
              <w:txbxContent>
                <w:p w:rsidR="00103E8E" w:rsidRPr="0071330E" w:rsidRDefault="00103E8E" w:rsidP="00103E8E">
                  <w:pPr>
                    <w:pStyle w:val="NormalWeb"/>
                    <w:jc w:val="center"/>
                    <w:rPr>
                      <w:b/>
                      <w:bCs/>
                      <w:color w:val="000000"/>
                    </w:rPr>
                  </w:pPr>
                  <w:r w:rsidRPr="0071330E">
                    <w:rPr>
                      <w:rFonts w:ascii="Calibri" w:hAnsi="Calibri" w:cs="Calibri"/>
                      <w:b/>
                      <w:bCs/>
                      <w:color w:val="000000"/>
                      <w:kern w:val="24"/>
                      <w:sz w:val="28"/>
                      <w:szCs w:val="28"/>
                    </w:rPr>
                    <w:t>GMDSS Review</w:t>
                  </w: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Text Box 42" o:spid="_x0000_s1121" type="#_x0000_t202" style="position:absolute;margin-left:434.55pt;margin-top:638.65pt;width:64.3pt;height:22.9pt;z-index:251668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" fillcolor="#c9f">
            <v:textbox>
              <w:txbxContent>
                <w:p w:rsidR="00103E8E" w:rsidRPr="00762D7C" w:rsidRDefault="00103E8E" w:rsidP="00103E8E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WRC 2015</w:t>
                  </w:r>
                </w:p>
                <w:p w:rsidR="00103E8E" w:rsidRPr="00B36FBC" w:rsidRDefault="00103E8E" w:rsidP="00103E8E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Text Box 41" o:spid="_x0000_s1120" type="#_x0000_t202" style="position:absolute;margin-left:334.8pt;margin-top:592.1pt;width:52.55pt;height:22.9pt;z-index:251667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" fillcolor="#c9f">
            <v:textbox>
              <w:txbxContent>
                <w:p w:rsidR="00103E8E" w:rsidRPr="00762D7C" w:rsidRDefault="00103E8E" w:rsidP="00103E8E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MSC 94</w:t>
                  </w:r>
                </w:p>
                <w:p w:rsidR="00103E8E" w:rsidRPr="00B36FBC" w:rsidRDefault="00103E8E" w:rsidP="00103E8E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Text Box 40" o:spid="_x0000_s1119" type="#_x0000_t202" style="position:absolute;margin-left:216.05pt;margin-top:592.1pt;width:52.55pt;height:22.9pt;z-index:251666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" fillcolor="#c9f">
            <v:textbox>
              <w:txbxContent>
                <w:p w:rsidR="00103E8E" w:rsidRPr="00762D7C" w:rsidRDefault="00103E8E" w:rsidP="00103E8E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MSC 92</w:t>
                  </w:r>
                </w:p>
                <w:p w:rsidR="00103E8E" w:rsidRPr="00B36FBC" w:rsidRDefault="00103E8E" w:rsidP="00103E8E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>
        <w:rPr>
          <w:rFonts w:ascii="Calibri" w:eastAsia="Calibri" w:hAnsi="Calibri" w:cs="Calibri"/>
          <w:noProof/>
          <w:szCs w:val="22"/>
          <w:lang w:val="en-IE" w:eastAsia="en-IE"/>
        </w:rPr>
        <w:pict>
          <v:shape id="Text Box 33" o:spid="_x0000_s1113" type="#_x0000_t202" style="position:absolute;margin-left:96.7pt;margin-top:592.45pt;width:52.55pt;height:22.9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" fillcolor="#c9f">
            <v:textbox>
              <w:txbxContent>
                <w:p w:rsidR="00103E8E" w:rsidRPr="00762D7C" w:rsidRDefault="00103E8E" w:rsidP="00103E8E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MSC 90</w:t>
                  </w:r>
                </w:p>
                <w:p w:rsidR="00103E8E" w:rsidRPr="00B36FBC" w:rsidRDefault="00103E8E" w:rsidP="00103E8E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xbxContent>
            </v:textbox>
          </v:shape>
        </w:pict>
      </w:r>
    </w:p>
    <w:p w:rsidR="00103E8E" w:rsidRDefault="00103E8E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  <w:sectPr w:rsidR="00103E8E" w:rsidSect="00103E8E">
          <w:footerReference w:type="default" r:id="rId11"/>
          <w:pgSz w:w="16840" w:h="11900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15521E" w:rsidRDefault="0015521E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:rsidR="00A63ED2" w:rsidRPr="00344F57" w:rsidRDefault="00344F57" w:rsidP="00590D10">
      <w:pPr>
        <w:spacing w:after="200" w:line="276" w:lineRule="auto"/>
        <w:jc w:val="center"/>
        <w:rPr>
          <w:rFonts w:eastAsia="Calibri" w:cs="Arial"/>
          <w:b/>
          <w:bCs/>
          <w:sz w:val="40"/>
          <w:szCs w:val="40"/>
        </w:rPr>
      </w:pPr>
      <w:r w:rsidRPr="00344F57">
        <w:rPr>
          <w:rFonts w:eastAsia="Calibri" w:cs="Arial"/>
          <w:b/>
          <w:bCs/>
          <w:sz w:val="40"/>
          <w:szCs w:val="40"/>
        </w:rPr>
        <w:t>This page is intentionally blank</w:t>
      </w:r>
    </w:p>
    <w:p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  <w:sectPr w:rsidR="00A63ED2" w:rsidSect="00E817B4">
          <w:pgSz w:w="11900" w:h="16840"/>
          <w:pgMar w:top="1134" w:right="1134" w:bottom="1134" w:left="1134" w:header="720" w:footer="720" w:gutter="0"/>
          <w:cols w:space="720"/>
          <w:docGrid w:linePitch="360"/>
        </w:sectPr>
      </w:pPr>
    </w:p>
    <w:p w:rsidR="00590D10" w:rsidRPr="00590D10" w:rsidRDefault="00590D10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  <w:r w:rsidRPr="00590D10">
        <w:rPr>
          <w:rFonts w:ascii="Calibri" w:eastAsia="Calibri" w:hAnsi="Calibri" w:cs="Calibri"/>
          <w:b/>
          <w:bCs/>
          <w:szCs w:val="22"/>
        </w:rPr>
        <w:lastRenderedPageBreak/>
        <w:t>Key Dates for e-Navigation Implementation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1843"/>
        <w:gridCol w:w="2409"/>
        <w:gridCol w:w="4032"/>
      </w:tblGrid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Note</w:t>
            </w:r>
          </w:p>
        </w:tc>
        <w:tc>
          <w:tcPr>
            <w:tcW w:w="1843" w:type="dxa"/>
          </w:tcPr>
          <w:p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Date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Meeting</w:t>
            </w:r>
          </w:p>
        </w:tc>
        <w:tc>
          <w:tcPr>
            <w:tcW w:w="4032" w:type="dxa"/>
          </w:tcPr>
          <w:p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Comments</w:t>
            </w: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2012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1 Jan 2012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ECDIS training in STCW 2012 </w:t>
            </w: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2012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90</w:t>
            </w: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Formation of Harmonized Group on Data Modelling (HGDM)</w:t>
            </w:r>
          </w:p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decision on GMDSS Review</w:t>
            </w: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1 July 2012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ECDIS carriage requirement starts</w:t>
            </w: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 2012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IMO NAV 58</w:t>
            </w: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Expected acceptance of Gap Analysis and commencement of FSA.  </w:t>
            </w: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2012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 12</w:t>
            </w: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Look at practical solutions, risk analysis and MSP.</w:t>
            </w: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2013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Jan 2013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proofErr w:type="gramStart"/>
            <w:r w:rsidRPr="00590D10">
              <w:rPr>
                <w:rFonts w:ascii="Calibri" w:eastAsia="Calibri" w:hAnsi="Calibri" w:cs="Calibri"/>
                <w:szCs w:val="22"/>
              </w:rPr>
              <w:t>e-Navigation</w:t>
            </w:r>
            <w:proofErr w:type="gramEnd"/>
            <w:r w:rsidRPr="00590D10">
              <w:rPr>
                <w:rFonts w:ascii="Calibri" w:eastAsia="Calibri" w:hAnsi="Calibri" w:cs="Calibri"/>
                <w:szCs w:val="22"/>
              </w:rPr>
              <w:t xml:space="preserve"> Underway Conference. </w:t>
            </w: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March 2013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e-NAV13</w:t>
            </w: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2013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92</w:t>
            </w: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2013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IMO NAV 59</w:t>
            </w: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Finalize e-NAV SIP for submission to </w:t>
            </w:r>
            <w:r w:rsidRPr="00590D10">
              <w:rPr>
                <w:rFonts w:ascii="Calibri" w:eastAsia="Calibri" w:hAnsi="Calibri" w:cs="Calibri"/>
                <w:szCs w:val="22"/>
              </w:rPr>
              <w:br/>
              <w:t>MSC 93 (2014) for information</w:t>
            </w: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2013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e-NAV14</w:t>
            </w: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2014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732EF4" w:rsidRPr="00590D10" w:rsidTr="00AE6B81">
        <w:trPr>
          <w:jc w:val="center"/>
        </w:trPr>
        <w:tc>
          <w:tcPr>
            <w:tcW w:w="959" w:type="dxa"/>
          </w:tcPr>
          <w:p w:rsidR="00732EF4" w:rsidRPr="00590D10" w:rsidRDefault="00732EF4" w:rsidP="00AE6B81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732EF4" w:rsidRPr="00590D10" w:rsidRDefault="00732EF4" w:rsidP="00AE6B81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Feb</w:t>
            </w:r>
            <w:r w:rsidRPr="00590D10">
              <w:rPr>
                <w:rFonts w:ascii="Calibri" w:eastAsia="Calibri" w:hAnsi="Calibri" w:cs="Calibri"/>
                <w:szCs w:val="22"/>
              </w:rPr>
              <w:t xml:space="preserve"> 2014</w:t>
            </w:r>
          </w:p>
        </w:tc>
        <w:tc>
          <w:tcPr>
            <w:tcW w:w="2409" w:type="dxa"/>
          </w:tcPr>
          <w:p w:rsidR="00732EF4" w:rsidRPr="00590D10" w:rsidRDefault="00732EF4" w:rsidP="00AE6B81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HTW1</w:t>
            </w:r>
          </w:p>
        </w:tc>
        <w:tc>
          <w:tcPr>
            <w:tcW w:w="4032" w:type="dxa"/>
          </w:tcPr>
          <w:p w:rsidR="00732EF4" w:rsidRPr="00590D10" w:rsidRDefault="00732EF4" w:rsidP="00732EF4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Replaces STW.  Feedback and comments re human element and training issues </w:t>
            </w:r>
            <w:r>
              <w:rPr>
                <w:rFonts w:ascii="Calibri" w:eastAsia="Calibri" w:hAnsi="Calibri" w:cs="Calibri"/>
                <w:szCs w:val="22"/>
              </w:rPr>
              <w:t>for</w:t>
            </w:r>
            <w:r w:rsidRPr="00590D10">
              <w:rPr>
                <w:rFonts w:ascii="Calibri" w:eastAsia="Calibri" w:hAnsi="Calibri" w:cs="Calibri"/>
                <w:szCs w:val="22"/>
              </w:rPr>
              <w:t xml:space="preserve"> e-NAV</w:t>
            </w: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Conference</w:t>
            </w: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Deadline for WRC 2015</w:t>
            </w: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Proposals for spectrum allocation</w:t>
            </w:r>
            <w:r w:rsidR="001B049B">
              <w:rPr>
                <w:rFonts w:ascii="Calibri" w:eastAsia="Calibri" w:hAnsi="Calibri" w:cs="Calibri"/>
                <w:szCs w:val="22"/>
              </w:rPr>
              <w:t xml:space="preserve"> </w:t>
            </w: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93</w:t>
            </w:r>
          </w:p>
        </w:tc>
        <w:tc>
          <w:tcPr>
            <w:tcW w:w="4032" w:type="dxa"/>
          </w:tcPr>
          <w:p w:rsidR="00590D10" w:rsidRPr="00590D10" w:rsidRDefault="00CB646F" w:rsidP="00CB646F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Consideration of e</w:t>
            </w:r>
            <w:r w:rsidR="001B049B">
              <w:rPr>
                <w:rFonts w:ascii="Calibri" w:eastAsia="Calibri" w:hAnsi="Calibri" w:cs="Calibri"/>
                <w:szCs w:val="22"/>
              </w:rPr>
              <w:t>-</w:t>
            </w:r>
            <w:proofErr w:type="spellStart"/>
            <w:r>
              <w:rPr>
                <w:rFonts w:ascii="Calibri" w:eastAsia="Calibri" w:hAnsi="Calibri" w:cs="Calibri"/>
                <w:szCs w:val="22"/>
              </w:rPr>
              <w:t>Nav</w:t>
            </w:r>
            <w:proofErr w:type="spellEnd"/>
            <w:r>
              <w:rPr>
                <w:rFonts w:ascii="Calibri" w:eastAsia="Calibri" w:hAnsi="Calibri" w:cs="Calibri"/>
                <w:szCs w:val="22"/>
              </w:rPr>
              <w:t xml:space="preserve"> ISWG</w:t>
            </w:r>
          </w:p>
        </w:tc>
      </w:tr>
      <w:tr w:rsidR="00732EF4" w:rsidRPr="00590D10" w:rsidTr="00AE6B81">
        <w:trPr>
          <w:jc w:val="center"/>
        </w:trPr>
        <w:tc>
          <w:tcPr>
            <w:tcW w:w="959" w:type="dxa"/>
          </w:tcPr>
          <w:p w:rsidR="00732EF4" w:rsidRPr="00590D10" w:rsidRDefault="00732EF4" w:rsidP="00AE6B81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732EF4" w:rsidRPr="00590D10" w:rsidRDefault="00732EF4" w:rsidP="00AE6B81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June-July</w:t>
            </w:r>
            <w:r w:rsidRPr="00590D10">
              <w:rPr>
                <w:rFonts w:ascii="Calibri" w:eastAsia="Calibri" w:hAnsi="Calibri" w:cs="Calibri"/>
                <w:szCs w:val="22"/>
              </w:rPr>
              <w:t xml:space="preserve"> 2014</w:t>
            </w:r>
          </w:p>
        </w:tc>
        <w:tc>
          <w:tcPr>
            <w:tcW w:w="2409" w:type="dxa"/>
          </w:tcPr>
          <w:p w:rsidR="00732EF4" w:rsidRPr="00590D10" w:rsidRDefault="00732EF4" w:rsidP="00AE6B81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NCSR1</w:t>
            </w:r>
          </w:p>
        </w:tc>
        <w:tc>
          <w:tcPr>
            <w:tcW w:w="4032" w:type="dxa"/>
          </w:tcPr>
          <w:p w:rsidR="00732EF4" w:rsidRPr="00590D10" w:rsidRDefault="00732EF4" w:rsidP="00AE6B81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Combines and replaces NAV and COMSAR (No e-NAV WG)</w:t>
            </w:r>
          </w:p>
        </w:tc>
      </w:tr>
      <w:tr w:rsidR="00CB646F" w:rsidRPr="00590D10" w:rsidTr="006C68CB">
        <w:trPr>
          <w:jc w:val="center"/>
        </w:trPr>
        <w:tc>
          <w:tcPr>
            <w:tcW w:w="959" w:type="dxa"/>
          </w:tcPr>
          <w:p w:rsidR="00CB646F" w:rsidRPr="00590D10" w:rsidRDefault="00CB646F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CB646F" w:rsidRDefault="00CB646F" w:rsidP="00590D10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Sept 2014</w:t>
            </w:r>
          </w:p>
        </w:tc>
        <w:tc>
          <w:tcPr>
            <w:tcW w:w="2409" w:type="dxa"/>
          </w:tcPr>
          <w:p w:rsidR="00CB646F" w:rsidRPr="00590D10" w:rsidRDefault="00CB646F" w:rsidP="00590D10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IALA  e</w:t>
            </w:r>
            <w:r w:rsidR="001B049B">
              <w:rPr>
                <w:rFonts w:ascii="Calibri" w:eastAsia="Calibri" w:hAnsi="Calibri" w:cs="Calibri"/>
                <w:szCs w:val="22"/>
              </w:rPr>
              <w:t>-</w:t>
            </w:r>
            <w:r>
              <w:rPr>
                <w:rFonts w:ascii="Calibri" w:eastAsia="Calibri" w:hAnsi="Calibri" w:cs="Calibri"/>
                <w:szCs w:val="22"/>
              </w:rPr>
              <w:t>NAV 15</w:t>
            </w:r>
          </w:p>
        </w:tc>
        <w:tc>
          <w:tcPr>
            <w:tcW w:w="4032" w:type="dxa"/>
          </w:tcPr>
          <w:p w:rsidR="00CB646F" w:rsidRPr="00590D10" w:rsidRDefault="00CB646F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CB646F" w:rsidP="00590D10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TBC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e-NAV ISWG</w:t>
            </w: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Finalize e-NAV SIP to MSC 94 for approval</w:t>
            </w: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CB646F" w:rsidP="00590D10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November</w:t>
            </w:r>
            <w:r w:rsidR="00590D10" w:rsidRPr="00590D10">
              <w:rPr>
                <w:rFonts w:ascii="Calibri" w:eastAsia="Calibri" w:hAnsi="Calibri" w:cs="Calibri"/>
                <w:szCs w:val="22"/>
              </w:rPr>
              <w:t xml:space="preserve"> 2014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94</w:t>
            </w: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Expected approval of the e-Navigation Strategic Implementation Plan (SIP)</w:t>
            </w: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2015</w:t>
            </w:r>
            <w:r w:rsidR="00CB646F">
              <w:rPr>
                <w:rFonts w:ascii="Calibri" w:eastAsia="Calibri" w:hAnsi="Calibri" w:cs="Calibri"/>
                <w:b/>
                <w:bCs/>
                <w:szCs w:val="22"/>
              </w:rPr>
              <w:t xml:space="preserve"> +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1B049B" w:rsidP="00590D10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Nov</w:t>
            </w:r>
            <w:r w:rsidR="00590D10" w:rsidRPr="00590D10">
              <w:rPr>
                <w:rFonts w:ascii="Calibri" w:eastAsia="Calibri" w:hAnsi="Calibri" w:cs="Calibri"/>
                <w:szCs w:val="22"/>
              </w:rPr>
              <w:t xml:space="preserve"> 2015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WRC 2015</w:t>
            </w: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Spectrum Allocation</w:t>
            </w:r>
            <w:r w:rsidR="001B049B">
              <w:rPr>
                <w:rFonts w:ascii="Calibri" w:eastAsia="Calibri" w:hAnsi="Calibri" w:cs="Calibri"/>
                <w:szCs w:val="22"/>
              </w:rPr>
              <w:t xml:space="preserve"> for VDES</w:t>
            </w: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2017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Deadline for WRC 2018</w:t>
            </w: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 2018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ECDIS Fully Implemented</w:t>
            </w:r>
          </w:p>
        </w:tc>
        <w:tc>
          <w:tcPr>
            <w:tcW w:w="4032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:rsidTr="006C68CB">
        <w:trPr>
          <w:jc w:val="center"/>
        </w:trPr>
        <w:tc>
          <w:tcPr>
            <w:tcW w:w="95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Oct 2018</w:t>
            </w:r>
          </w:p>
        </w:tc>
        <w:tc>
          <w:tcPr>
            <w:tcW w:w="2409" w:type="dxa"/>
          </w:tcPr>
          <w:p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WRC 2018</w:t>
            </w:r>
          </w:p>
        </w:tc>
        <w:tc>
          <w:tcPr>
            <w:tcW w:w="4032" w:type="dxa"/>
          </w:tcPr>
          <w:p w:rsidR="00590D10" w:rsidRPr="00590D10" w:rsidRDefault="001B049B" w:rsidP="00590D10">
            <w:pPr>
              <w:rPr>
                <w:rFonts w:ascii="Calibri" w:eastAsia="Calibri" w:hAnsi="Calibri" w:cs="Calibri"/>
                <w:szCs w:val="22"/>
              </w:rPr>
            </w:pPr>
            <w:r>
              <w:rPr>
                <w:rFonts w:ascii="Calibri" w:eastAsia="Calibri" w:hAnsi="Calibri" w:cs="Calibri"/>
                <w:szCs w:val="22"/>
              </w:rPr>
              <w:t>GMDSS and e-NAV</w:t>
            </w:r>
          </w:p>
        </w:tc>
      </w:tr>
    </w:tbl>
    <w:p w:rsidR="00630F7F" w:rsidRPr="00002906" w:rsidRDefault="00630F7F" w:rsidP="00590D10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sectPr w:rsidR="00630F7F" w:rsidRPr="00002906" w:rsidSect="00E817B4">
      <w:pgSz w:w="11900" w:h="16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DA6" w:rsidRDefault="00622DA6" w:rsidP="00002906">
      <w:r>
        <w:separator/>
      </w:r>
    </w:p>
  </w:endnote>
  <w:endnote w:type="continuationSeparator" w:id="0">
    <w:p w:rsidR="00622DA6" w:rsidRDefault="00622DA6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PGothic">
    <w:altName w:val="ＭＳ Ｐゴシック"/>
    <w:charset w:val="80"/>
    <w:family w:val="swiss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ED2" w:rsidRDefault="00A63ED2">
    <w:pPr>
      <w:pStyle w:val="Footer"/>
    </w:pPr>
    <w:r>
      <w:tab/>
    </w:r>
    <w:r w:rsidR="004C235D">
      <w:fldChar w:fldCharType="begin"/>
    </w:r>
    <w:r>
      <w:instrText xml:space="preserve"> PAGE   \* MERGEFORMAT </w:instrText>
    </w:r>
    <w:r w:rsidR="004C235D">
      <w:fldChar w:fldCharType="separate"/>
    </w:r>
    <w:r w:rsidR="00770B40">
      <w:rPr>
        <w:noProof/>
      </w:rPr>
      <w:t>3</w:t>
    </w:r>
    <w:r w:rsidR="004C235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DA6" w:rsidRDefault="00622DA6" w:rsidP="00002906">
      <w:r>
        <w:separator/>
      </w:r>
    </w:p>
  </w:footnote>
  <w:footnote w:type="continuationSeparator" w:id="0">
    <w:p w:rsidR="00622DA6" w:rsidRDefault="00622DA6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671" w:rsidRDefault="00123671" w:rsidP="00123671">
    <w:pPr>
      <w:jc w:val="right"/>
    </w:pPr>
    <w:proofErr w:type="gramStart"/>
    <w:r>
      <w:t>e-NAV14-</w:t>
    </w:r>
    <w:r w:rsidR="006B5ED2" w:rsidRPr="006B5ED2">
      <w:t>17.1.1.2</w:t>
    </w:r>
    <w:proofErr w:type="gramEnd"/>
    <w:r w:rsidR="00F36439">
      <w:t xml:space="preserve"> v2</w:t>
    </w:r>
  </w:p>
  <w:p w:rsidR="00123671" w:rsidRDefault="001236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E8E" w:rsidRDefault="00103E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6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1FDF"/>
    <w:rsid w:val="00002906"/>
    <w:rsid w:val="00031A92"/>
    <w:rsid w:val="000348ED"/>
    <w:rsid w:val="00036801"/>
    <w:rsid w:val="00047ACC"/>
    <w:rsid w:val="00050DA7"/>
    <w:rsid w:val="000A5A01"/>
    <w:rsid w:val="00103E8E"/>
    <w:rsid w:val="00123671"/>
    <w:rsid w:val="00135447"/>
    <w:rsid w:val="00152273"/>
    <w:rsid w:val="0015521E"/>
    <w:rsid w:val="00194C05"/>
    <w:rsid w:val="001A654A"/>
    <w:rsid w:val="001B049B"/>
    <w:rsid w:val="001C74CF"/>
    <w:rsid w:val="001E4A19"/>
    <w:rsid w:val="00235C66"/>
    <w:rsid w:val="00307BC7"/>
    <w:rsid w:val="00324D72"/>
    <w:rsid w:val="00344F57"/>
    <w:rsid w:val="003A315E"/>
    <w:rsid w:val="003D55DD"/>
    <w:rsid w:val="003E1831"/>
    <w:rsid w:val="00406AEB"/>
    <w:rsid w:val="00424954"/>
    <w:rsid w:val="0045495B"/>
    <w:rsid w:val="004A0EA2"/>
    <w:rsid w:val="004C1386"/>
    <w:rsid w:val="004C220D"/>
    <w:rsid w:val="004C235D"/>
    <w:rsid w:val="00570DC6"/>
    <w:rsid w:val="00590D10"/>
    <w:rsid w:val="005D05AC"/>
    <w:rsid w:val="00622DA6"/>
    <w:rsid w:val="00630F7F"/>
    <w:rsid w:val="0064435F"/>
    <w:rsid w:val="00647C2A"/>
    <w:rsid w:val="006B5ED2"/>
    <w:rsid w:val="006C68CB"/>
    <w:rsid w:val="006D470F"/>
    <w:rsid w:val="006F1215"/>
    <w:rsid w:val="00727E88"/>
    <w:rsid w:val="00732EF4"/>
    <w:rsid w:val="00770B40"/>
    <w:rsid w:val="00775878"/>
    <w:rsid w:val="007F24A6"/>
    <w:rsid w:val="0080092C"/>
    <w:rsid w:val="00865D97"/>
    <w:rsid w:val="00872453"/>
    <w:rsid w:val="008B0555"/>
    <w:rsid w:val="008F13DD"/>
    <w:rsid w:val="00902AA4"/>
    <w:rsid w:val="009F3B6C"/>
    <w:rsid w:val="009F5C36"/>
    <w:rsid w:val="00A27F12"/>
    <w:rsid w:val="00A30579"/>
    <w:rsid w:val="00A63ED2"/>
    <w:rsid w:val="00AA76C0"/>
    <w:rsid w:val="00AF7C49"/>
    <w:rsid w:val="00B077EC"/>
    <w:rsid w:val="00B15B24"/>
    <w:rsid w:val="00B428DA"/>
    <w:rsid w:val="00B8247E"/>
    <w:rsid w:val="00BE56DF"/>
    <w:rsid w:val="00BF07B6"/>
    <w:rsid w:val="00C77BA8"/>
    <w:rsid w:val="00CA04AF"/>
    <w:rsid w:val="00CB646F"/>
    <w:rsid w:val="00CF1FDF"/>
    <w:rsid w:val="00CF22E1"/>
    <w:rsid w:val="00D95546"/>
    <w:rsid w:val="00E243DE"/>
    <w:rsid w:val="00E77732"/>
    <w:rsid w:val="00E817B4"/>
    <w:rsid w:val="00E93C9B"/>
    <w:rsid w:val="00EA79D5"/>
    <w:rsid w:val="00EC5CDC"/>
    <w:rsid w:val="00EE3F2F"/>
    <w:rsid w:val="00F36439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er" w:uiPriority="99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rsid w:val="00590D10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123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367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er" w:uiPriority="99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rsid w:val="00590D10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1236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367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alaguest\Desktop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077DF0-7ACA-4B2C-87F9-5184C0B2A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2</TotalTime>
  <Pages>5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Guest Invité IALA</dc:creator>
  <cp:lastModifiedBy>Seamus Doyle</cp:lastModifiedBy>
  <cp:revision>4</cp:revision>
  <cp:lastPrinted>2006-10-19T10:49:00Z</cp:lastPrinted>
  <dcterms:created xsi:type="dcterms:W3CDTF">2013-10-23T17:28:00Z</dcterms:created>
  <dcterms:modified xsi:type="dcterms:W3CDTF">2013-10-23T17:29:00Z</dcterms:modified>
</cp:coreProperties>
</file>